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13104C5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34E88C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B95D23" w:rsidR="0085747A" w:rsidP="2F5442BD" w:rsidRDefault="0071620A" w14:paraId="26E1A025" w14:textId="39ACA49A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color w:val="000000" w:themeColor="text1"/>
          <w:sz w:val="24"/>
          <w:szCs w:val="24"/>
        </w:rPr>
      </w:pPr>
      <w:r w:rsidRPr="2F5442B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F5442BD" w:rsidR="00DC6D0C">
        <w:rPr>
          <w:rFonts w:ascii="Corbel" w:hAnsi="Corbel"/>
          <w:i w:val="1"/>
          <w:iCs w:val="1"/>
          <w:smallCaps w:val="1"/>
          <w:color w:val="FF0000"/>
          <w:sz w:val="24"/>
          <w:szCs w:val="24"/>
        </w:rPr>
        <w:t xml:space="preserve"> </w:t>
      </w:r>
      <w:r w:rsidRPr="2F5442BD" w:rsidR="00DC6D0C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2022</w:t>
      </w:r>
      <w:r w:rsidRPr="2F5442BD" w:rsidR="00DC6D0C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-2025</w:t>
      </w:r>
    </w:p>
    <w:p w:rsidRPr="00EA4832" w:rsidR="00445970" w:rsidP="00682849" w:rsidRDefault="00445970" w14:paraId="38C9764C" w14:textId="277F95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F5442BD" w:rsidR="00445970">
        <w:rPr>
          <w:rFonts w:ascii="Corbel" w:hAnsi="Corbel"/>
          <w:sz w:val="20"/>
          <w:szCs w:val="20"/>
        </w:rPr>
        <w:t xml:space="preserve">Rok akademicki </w:t>
      </w:r>
      <w:r w:rsidRPr="2F5442BD" w:rsidR="00855E6F">
        <w:rPr>
          <w:rFonts w:ascii="Corbel" w:hAnsi="Corbel"/>
          <w:sz w:val="20"/>
          <w:szCs w:val="20"/>
        </w:rPr>
        <w:t>2023</w:t>
      </w:r>
      <w:r w:rsidRPr="2F5442BD" w:rsidR="00855E6F">
        <w:rPr>
          <w:rFonts w:ascii="Corbel" w:hAnsi="Corbel"/>
          <w:sz w:val="20"/>
          <w:szCs w:val="20"/>
        </w:rPr>
        <w:t>/2024</w:t>
      </w:r>
      <w:bookmarkStart w:name="_GoBack" w:id="0"/>
      <w:bookmarkEnd w:id="0"/>
    </w:p>
    <w:p w:rsidRPr="009C54AE" w:rsidR="0085747A" w:rsidP="009C54AE" w:rsidRDefault="0085747A" w14:paraId="23CC06B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529A04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CD8F360" w14:textId="77777777">
        <w:tc>
          <w:tcPr>
            <w:tcW w:w="2694" w:type="dxa"/>
            <w:vAlign w:val="center"/>
          </w:tcPr>
          <w:p w:rsidRPr="009C54AE" w:rsidR="0085747A" w:rsidP="009C54AE" w:rsidRDefault="00C05F44" w14:paraId="08F66D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621C2" w:rsidR="0085747A" w:rsidP="00B621C2" w:rsidRDefault="00855E6F" w14:paraId="70D1D4AD" w14:textId="77777777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Pr="00B621C2" w:rsid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Pr="009C54AE" w:rsidR="0085747A" w:rsidTr="00B819C8" w14:paraId="0F3DA2ED" w14:textId="77777777">
        <w:tc>
          <w:tcPr>
            <w:tcW w:w="2694" w:type="dxa"/>
            <w:vAlign w:val="center"/>
          </w:tcPr>
          <w:p w:rsidRPr="009C54AE" w:rsidR="0085747A" w:rsidP="009C54AE" w:rsidRDefault="00C05F44" w14:paraId="69FD6D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55E6F" w14:paraId="3A5FFB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Pr="009C54AE" w:rsidR="0085747A" w:rsidTr="00B819C8" w14:paraId="70EDED1D" w14:textId="77777777">
        <w:tc>
          <w:tcPr>
            <w:tcW w:w="2694" w:type="dxa"/>
            <w:vAlign w:val="center"/>
          </w:tcPr>
          <w:p w:rsidRPr="009C54AE" w:rsidR="0085747A" w:rsidP="00EA4832" w:rsidRDefault="0017512A" w14:paraId="4AA00A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8B272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2620216" w14:textId="77777777">
        <w:tc>
          <w:tcPr>
            <w:tcW w:w="2694" w:type="dxa"/>
            <w:vAlign w:val="center"/>
          </w:tcPr>
          <w:p w:rsidRPr="009C54AE" w:rsidR="0085747A" w:rsidP="009C54AE" w:rsidRDefault="0085747A" w14:paraId="72AE67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95D23" w14:paraId="27C742FF" w14:textId="72401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0371A947" w14:textId="77777777">
        <w:tc>
          <w:tcPr>
            <w:tcW w:w="2694" w:type="dxa"/>
            <w:vAlign w:val="center"/>
          </w:tcPr>
          <w:p w:rsidRPr="009C54AE" w:rsidR="0085747A" w:rsidP="009C54AE" w:rsidRDefault="0085747A" w14:paraId="24F6CA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67CDA" w14:paraId="2AC284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00371CDD" w14:textId="77777777">
        <w:tc>
          <w:tcPr>
            <w:tcW w:w="2694" w:type="dxa"/>
            <w:vAlign w:val="center"/>
          </w:tcPr>
          <w:p w:rsidRPr="009C54AE" w:rsidR="0085747A" w:rsidP="009C54AE" w:rsidRDefault="00DE4A14" w14:paraId="3A77B8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467CDA" w:rsidRDefault="0017512A" w14:paraId="1DFFFA6E" w14:textId="30837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76CA7B62" w14:textId="77777777">
        <w:tc>
          <w:tcPr>
            <w:tcW w:w="2694" w:type="dxa"/>
            <w:vAlign w:val="center"/>
          </w:tcPr>
          <w:p w:rsidRPr="009C54AE" w:rsidR="0085747A" w:rsidP="009C54AE" w:rsidRDefault="0085747A" w14:paraId="5D5B08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84FC1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5276EB84" w14:textId="77777777">
        <w:tc>
          <w:tcPr>
            <w:tcW w:w="2694" w:type="dxa"/>
            <w:vAlign w:val="center"/>
          </w:tcPr>
          <w:p w:rsidRPr="009C54AE" w:rsidR="0085747A" w:rsidP="009C54AE" w:rsidRDefault="0085747A" w14:paraId="50EC5B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6144E1" w:rsidR="0085747A" w:rsidP="00467CDA" w:rsidRDefault="006144E1" w14:paraId="16799C89" w14:textId="613EED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44E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00B819C8" w14:paraId="2013D364" w14:textId="77777777">
        <w:tc>
          <w:tcPr>
            <w:tcW w:w="2694" w:type="dxa"/>
            <w:vAlign w:val="center"/>
          </w:tcPr>
          <w:p w:rsidRPr="009C54AE" w:rsidR="0085747A" w:rsidP="009C54AE" w:rsidRDefault="0085747A" w14:paraId="373606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67CDA" w14:paraId="2E98341C" w14:textId="387148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Pr="009C54AE" w:rsidR="0085747A" w:rsidTr="00B819C8" w14:paraId="14AC9634" w14:textId="77777777">
        <w:tc>
          <w:tcPr>
            <w:tcW w:w="2694" w:type="dxa"/>
            <w:vAlign w:val="center"/>
          </w:tcPr>
          <w:p w:rsidRPr="009C54AE" w:rsidR="0085747A" w:rsidP="009C54AE" w:rsidRDefault="0085747A" w14:paraId="33A166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1D933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B819C8" w14:paraId="6D602D89" w14:textId="77777777">
        <w:tc>
          <w:tcPr>
            <w:tcW w:w="2694" w:type="dxa"/>
            <w:vAlign w:val="center"/>
          </w:tcPr>
          <w:p w:rsidRPr="009C54AE" w:rsidR="00923D7D" w:rsidP="009C54AE" w:rsidRDefault="00923D7D" w14:paraId="3C0B17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108585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29C7F047" w14:textId="77777777">
        <w:tc>
          <w:tcPr>
            <w:tcW w:w="2694" w:type="dxa"/>
            <w:vAlign w:val="center"/>
          </w:tcPr>
          <w:p w:rsidRPr="009C54AE" w:rsidR="0085747A" w:rsidP="009C54AE" w:rsidRDefault="0085747A" w14:paraId="1DBFC2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67CDA" w14:paraId="608357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Pr="009C54AE" w:rsidR="0085747A" w:rsidTr="00B819C8" w14:paraId="33BBD5E7" w14:textId="77777777">
        <w:tc>
          <w:tcPr>
            <w:tcW w:w="2694" w:type="dxa"/>
            <w:vAlign w:val="center"/>
          </w:tcPr>
          <w:p w:rsidRPr="009C54AE" w:rsidR="0085747A" w:rsidP="009C54AE" w:rsidRDefault="0085747A" w14:paraId="765998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467CDA" w:rsidRDefault="00467CDA" w14:paraId="663C55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:rsidRPr="009C54AE" w:rsidR="0085747A" w:rsidP="009C54AE" w:rsidRDefault="0085747A" w14:paraId="4809D695" w14:textId="55F9EBB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F5AF85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4FF6F18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5C3B16A3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F9BED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EE84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8570E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DC3C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20BBE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79311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012AD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78847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227AB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FCAD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9F66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00C766DF" w14:paraId="1557B3B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67CDA" w14:paraId="61E054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2760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144E1" w14:paraId="5FA7CBAF" w14:textId="18684E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3DEF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A2A8B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2BFD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B969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4134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8C92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67CDA" w14:paraId="2ED751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59C27D2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548630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334609" w:rsidR="00682849" w:rsidP="00682849" w:rsidRDefault="00682849" w14:paraId="460DAD09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334609">
        <w:rPr>
          <w:rStyle w:val="normaltextrun"/>
          <w:rFonts w:ascii="Wingdings" w:hAnsi="Wingdings" w:eastAsia="Wingdings" w:cs="Wingdings"/>
        </w:rPr>
        <w:t>þ</w:t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proofErr w:type="spellStart"/>
      <w:r w:rsidRPr="00334609">
        <w:rPr>
          <w:rStyle w:val="spellingerror"/>
          <w:rFonts w:ascii="Corbel" w:hAnsi="Corbel"/>
        </w:rPr>
        <w:t>Teams</w:t>
      </w:r>
      <w:proofErr w:type="spellEnd"/>
      <w:r w:rsidRPr="00334609">
        <w:rPr>
          <w:rStyle w:val="spellingerror"/>
          <w:rFonts w:ascii="Corbel" w:hAnsi="Corbel"/>
        </w:rPr>
        <w:t>)</w:t>
      </w:r>
      <w:r w:rsidRPr="00334609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682849" w:rsidP="00682849" w:rsidRDefault="00682849" w14:paraId="15B40C1D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51CE657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4A6B4A7C" w:rsidRDefault="00E22FBC" w14:paraId="6D0509C3" w14:textId="00DF72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Pr="4A6B4A7C" w:rsidR="00445970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Pr="4A6B4A7C" w:rsidR="00B95D23">
        <w:rPr>
          <w:rFonts w:ascii="Corbel" w:hAnsi="Corbel"/>
          <w:b w:val="0"/>
          <w:smallCaps w:val="0"/>
        </w:rPr>
        <w:t>zaliczenie z oceną</w:t>
      </w:r>
    </w:p>
    <w:p w:rsidR="00B95D23" w:rsidP="009C54AE" w:rsidRDefault="00B95D23" w14:paraId="7BF1E5B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55475D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23794C3F" w14:textId="77777777">
        <w:tc>
          <w:tcPr>
            <w:tcW w:w="9670" w:type="dxa"/>
          </w:tcPr>
          <w:p w:rsidRPr="009C54AE" w:rsidR="0085747A" w:rsidP="009C54AE" w:rsidRDefault="00467CDA" w14:paraId="443AEBE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:rsidR="00153C41" w:rsidP="009C54AE" w:rsidRDefault="00153C41" w14:paraId="7F6ED75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A48F9C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CA23B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6CDB38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C6D75C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5B154A55" w14:textId="77777777">
        <w:tc>
          <w:tcPr>
            <w:tcW w:w="851" w:type="dxa"/>
            <w:vAlign w:val="center"/>
          </w:tcPr>
          <w:p w:rsidRPr="009C54AE" w:rsidR="0085747A" w:rsidP="009C54AE" w:rsidRDefault="0085747A" w14:paraId="5E4CE3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B621C2" w:rsidRDefault="00467CDA" w14:paraId="46C3A8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Pr="009C54AE" w:rsidR="0085747A" w:rsidTr="00923D7D" w14:paraId="0ED11AAB" w14:textId="77777777">
        <w:tc>
          <w:tcPr>
            <w:tcW w:w="851" w:type="dxa"/>
            <w:vAlign w:val="center"/>
          </w:tcPr>
          <w:p w:rsidRPr="009C54AE" w:rsidR="0085747A" w:rsidP="009C54AE" w:rsidRDefault="00B75FF9" w14:paraId="5AD18B0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75FF9" w:rsidR="0085747A" w:rsidP="00DD539B" w:rsidRDefault="00B75FF9" w14:paraId="33CE5CF6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Pr="009C54AE" w:rsidR="0085747A" w:rsidTr="00923D7D" w14:paraId="0C779C86" w14:textId="77777777">
        <w:tc>
          <w:tcPr>
            <w:tcW w:w="851" w:type="dxa"/>
            <w:vAlign w:val="center"/>
          </w:tcPr>
          <w:p w:rsidRPr="009C54AE" w:rsidR="0085747A" w:rsidP="009C54AE" w:rsidRDefault="0085747A" w14:paraId="06F8C8A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B75FF9" w:rsidR="0085747A" w:rsidP="00DD539B" w:rsidRDefault="00B75FF9" w14:paraId="11372AF4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:rsidRPr="009C54AE" w:rsidR="0085747A" w:rsidP="009C54AE" w:rsidRDefault="0085747A" w14:paraId="63BC77E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050ADB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225F6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678E3C65" w14:paraId="4A7067E0" w14:textId="77777777">
        <w:tc>
          <w:tcPr>
            <w:tcW w:w="1701" w:type="dxa"/>
            <w:vAlign w:val="center"/>
          </w:tcPr>
          <w:p w:rsidRPr="009C54AE" w:rsidR="0085747A" w:rsidP="009C54AE" w:rsidRDefault="0085747A" w14:paraId="457A6A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4554B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749EF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DD539B" w:rsidTr="678E3C65" w14:paraId="762A76FE" w14:textId="77777777">
        <w:tc>
          <w:tcPr>
            <w:tcW w:w="1701" w:type="dxa"/>
          </w:tcPr>
          <w:p w:rsidRPr="009C54AE" w:rsidR="00DD539B" w:rsidP="009C54AE" w:rsidRDefault="00DD539B" w14:paraId="554DD2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D539B" w:rsidR="00DD539B" w:rsidP="00DD539B" w:rsidRDefault="00DD539B" w14:paraId="259E7379" w14:textId="3EC0421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 w:eastAsia="Times New Roman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:rsidR="00682849" w:rsidP="00B95D23" w:rsidRDefault="00682849" w14:paraId="636F93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539B" w:rsidP="00B95D23" w:rsidRDefault="00DD539B" w14:paraId="4AC0BBFA" w14:textId="7C625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DD539B" w:rsidP="00B95D23" w:rsidRDefault="00DD539B" w14:paraId="5EF849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DD539B" w:rsidTr="678E3C65" w14:paraId="5E96F457" w14:textId="77777777">
        <w:tc>
          <w:tcPr>
            <w:tcW w:w="1701" w:type="dxa"/>
          </w:tcPr>
          <w:p w:rsidRPr="009C54AE" w:rsidR="00DD539B" w:rsidP="009C54AE" w:rsidRDefault="00DD539B" w14:paraId="5623E7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D539B" w:rsidR="00DD539B" w:rsidP="00DD539B" w:rsidRDefault="00DD539B" w14:paraId="3A66DCBE" w14:textId="77777777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:rsidR="00DD539B" w:rsidP="00B95D23" w:rsidRDefault="00DD539B" w14:paraId="172F33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Pr="009C54AE" w:rsidR="00DD539B" w:rsidP="00B95D23" w:rsidRDefault="00DD539B" w14:paraId="08CDEA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DD539B" w:rsidTr="678E3C65" w14:paraId="3638D574" w14:textId="77777777">
        <w:tc>
          <w:tcPr>
            <w:tcW w:w="1701" w:type="dxa"/>
          </w:tcPr>
          <w:p w:rsidRPr="009C54AE" w:rsidR="00DD539B" w:rsidP="009C54AE" w:rsidRDefault="00DD539B" w14:paraId="60288E7C" w14:textId="2B9DD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DD539B" w:rsidR="00DD539B" w:rsidP="678E3C65" w:rsidRDefault="00DD539B" w14:paraId="0EEF25EF" w14:textId="77777777">
            <w:pPr>
              <w:spacing w:line="240" w:lineRule="auto"/>
              <w:rPr>
                <w:rFonts w:ascii="Corbel" w:hAnsi="Corbel" w:eastAsiaTheme="minorEastAsia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:rsidR="00DD539B" w:rsidP="00B95D23" w:rsidRDefault="00DD539B" w14:paraId="078EF1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9C54AE" w:rsidR="00DD539B" w:rsidP="00B95D23" w:rsidRDefault="00DD539B" w14:paraId="11C463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DD539B" w:rsidTr="678E3C65" w14:paraId="266F3C08" w14:textId="77777777">
        <w:tc>
          <w:tcPr>
            <w:tcW w:w="1701" w:type="dxa"/>
          </w:tcPr>
          <w:p w:rsidRPr="009C54AE" w:rsidR="00DD539B" w:rsidP="009C54AE" w:rsidRDefault="00DD539B" w14:paraId="3D61A2C0" w14:textId="60D16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DD539B" w:rsidR="00DD539B" w:rsidP="00DD539B" w:rsidRDefault="00DD539B" w14:paraId="65AD70E5" w14:textId="1C9DC3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Pr="678E3C65" w:rsidR="00A369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:rsidR="00682849" w:rsidP="00B95D23" w:rsidRDefault="00682849" w14:paraId="57A6D0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539B" w:rsidP="00B95D23" w:rsidRDefault="00DD539B" w14:paraId="49D0F687" w14:textId="4A8B2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Pr="009C54AE" w:rsidR="00DD539B" w:rsidP="00B95D23" w:rsidRDefault="00DD539B" w14:paraId="708E84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9C54AE" w:rsidR="00DD539B" w:rsidTr="678E3C65" w14:paraId="311664B7" w14:textId="77777777">
        <w:tc>
          <w:tcPr>
            <w:tcW w:w="1701" w:type="dxa"/>
          </w:tcPr>
          <w:p w:rsidR="00DD539B" w:rsidP="009C54AE" w:rsidRDefault="00DD539B" w14:paraId="145EBD2D" w14:textId="5CD203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D9018B" w:rsidR="00DD539B" w:rsidP="00D9018B" w:rsidRDefault="00DD539B" w14:paraId="118C18A7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D9018B">
              <w:rPr>
                <w:rFonts w:ascii="Corbel" w:hAnsi="Corbel" w:eastAsia="Times New Roman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:rsidR="00DD539B" w:rsidP="00B95D23" w:rsidRDefault="00DD539B" w14:paraId="469A86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Pr="009C54AE" w:rsidR="0085747A" w:rsidP="009C54AE" w:rsidRDefault="0085747A" w14:paraId="432283D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E28B44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50639A7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829564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2C83664C" w14:textId="77777777">
        <w:tc>
          <w:tcPr>
            <w:tcW w:w="9639" w:type="dxa"/>
          </w:tcPr>
          <w:p w:rsidRPr="009C54AE" w:rsidR="0085747A" w:rsidP="009C54AE" w:rsidRDefault="0085747A" w14:paraId="04E050A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17939912" w14:textId="77777777">
        <w:tc>
          <w:tcPr>
            <w:tcW w:w="9639" w:type="dxa"/>
          </w:tcPr>
          <w:p w:rsidRPr="00E821C5" w:rsidR="0085747A" w:rsidP="00B621C2" w:rsidRDefault="00D9018B" w14:paraId="47F8319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lastRenderedPageBreak/>
              <w:t xml:space="preserve">Istota strategii </w:t>
            </w:r>
            <w:r w:rsidRPr="00E821C5" w:rsidR="00B621C2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Pr="009C54AE" w:rsidR="0085747A" w:rsidTr="00923D7D" w14:paraId="5AE976E4" w14:textId="77777777">
        <w:tc>
          <w:tcPr>
            <w:tcW w:w="9639" w:type="dxa"/>
          </w:tcPr>
          <w:p w:rsidRPr="00E821C5" w:rsidR="0085747A" w:rsidP="00D9018B" w:rsidRDefault="00D9018B" w14:paraId="1463FCE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Pr="009C54AE" w:rsidR="0085747A" w:rsidTr="00923D7D" w14:paraId="3EFC17BF" w14:textId="77777777">
        <w:tc>
          <w:tcPr>
            <w:tcW w:w="9639" w:type="dxa"/>
          </w:tcPr>
          <w:p w:rsidRPr="00E821C5" w:rsidR="0085747A" w:rsidP="00E821C5" w:rsidRDefault="00B621C2" w14:paraId="4982EE48" w14:textId="77777777">
            <w:pPr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821C5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Pr="009C54AE" w:rsidR="00D9018B" w:rsidTr="00923D7D" w14:paraId="5CF6D05E" w14:textId="77777777">
        <w:tc>
          <w:tcPr>
            <w:tcW w:w="9639" w:type="dxa"/>
          </w:tcPr>
          <w:p w:rsidRPr="00E821C5" w:rsidR="00D9018B" w:rsidP="00E821C5" w:rsidRDefault="00B621C2" w14:paraId="6827E130" w14:textId="77777777">
            <w:pPr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821C5">
              <w:rPr>
                <w:rFonts w:ascii="Corbel" w:hAnsi="Corbel" w:eastAsia="Times New Roman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Pr="009C54AE" w:rsidR="00D9018B" w:rsidTr="00923D7D" w14:paraId="5B21E3CF" w14:textId="77777777">
        <w:tc>
          <w:tcPr>
            <w:tcW w:w="9639" w:type="dxa"/>
          </w:tcPr>
          <w:p w:rsidRPr="00E821C5" w:rsidR="00D9018B" w:rsidP="00E821C5" w:rsidRDefault="00B621C2" w14:paraId="03A48F80" w14:textId="77777777">
            <w:pPr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821C5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Pr="009C54AE" w:rsidR="00D9018B" w:rsidTr="00923D7D" w14:paraId="709D3D83" w14:textId="77777777">
        <w:tc>
          <w:tcPr>
            <w:tcW w:w="9639" w:type="dxa"/>
          </w:tcPr>
          <w:p w:rsidRPr="00E821C5" w:rsidR="00D9018B" w:rsidP="00E821C5" w:rsidRDefault="00E821C5" w14:paraId="3E2D72E3" w14:textId="77777777">
            <w:pPr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821C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Pr="009C54AE" w:rsidR="00D9018B" w:rsidTr="00923D7D" w14:paraId="504A5802" w14:textId="77777777">
        <w:tc>
          <w:tcPr>
            <w:tcW w:w="9639" w:type="dxa"/>
          </w:tcPr>
          <w:p w:rsidRPr="00E821C5" w:rsidR="00D9018B" w:rsidP="00D9018B" w:rsidRDefault="00B621C2" w14:paraId="5B4DBCA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Pr="009C54AE" w:rsidR="00D9018B" w:rsidTr="00923D7D" w14:paraId="7BA76705" w14:textId="77777777">
        <w:tc>
          <w:tcPr>
            <w:tcW w:w="9639" w:type="dxa"/>
          </w:tcPr>
          <w:p w:rsidRPr="00E821C5" w:rsidR="00D9018B" w:rsidP="00D9018B" w:rsidRDefault="00B621C2" w14:paraId="4F1F37A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Pr="009C54AE" w:rsidR="00D9018B" w:rsidTr="00923D7D" w14:paraId="000A105D" w14:textId="77777777">
        <w:tc>
          <w:tcPr>
            <w:tcW w:w="9639" w:type="dxa"/>
          </w:tcPr>
          <w:p w:rsidRPr="00E821C5" w:rsidR="00D9018B" w:rsidP="00D9018B" w:rsidRDefault="00D9018B" w14:paraId="60282B1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Pr="00E821C5" w:rsidR="00B621C2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:rsidRPr="009C54AE" w:rsidR="0085747A" w:rsidP="009C54AE" w:rsidRDefault="0085747A" w14:paraId="1D226E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CFD4AE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C2F55C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95D23" w:rsidR="00153C41" w:rsidP="009C54AE" w:rsidRDefault="00153C41" w14:paraId="2EFAE001" w14:textId="7C917BF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Pr="00B95D23" w:rsidR="0085747A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Pr="00B95D23" w:rsid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Pr="00B95D23" w:rsidR="0085747A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Pr="00B95D23" w:rsidR="0071620A">
        <w:rPr>
          <w:rFonts w:ascii="Corbel" w:hAnsi="Corbel"/>
          <w:b w:val="0"/>
          <w:iCs/>
          <w:smallCaps w:val="0"/>
          <w:szCs w:val="24"/>
        </w:rPr>
        <w:t>),</w:t>
      </w:r>
      <w:r w:rsidRPr="00B95D23" w:rsidR="001718A7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Pr="00B95D23" w:rsidR="0085747A">
        <w:rPr>
          <w:rFonts w:ascii="Corbel" w:hAnsi="Corbel"/>
          <w:b w:val="0"/>
          <w:iCs/>
          <w:smallCaps w:val="0"/>
          <w:szCs w:val="24"/>
        </w:rPr>
        <w:t>grupach</w:t>
      </w:r>
      <w:r w:rsidRPr="00B95D23" w:rsidR="0071620A">
        <w:rPr>
          <w:rFonts w:ascii="Corbel" w:hAnsi="Corbel"/>
          <w:b w:val="0"/>
          <w:iCs/>
          <w:smallCaps w:val="0"/>
          <w:szCs w:val="24"/>
        </w:rPr>
        <w:t xml:space="preserve"> (</w:t>
      </w:r>
      <w:r w:rsidRPr="00B95D23" w:rsidR="0085747A">
        <w:rPr>
          <w:rFonts w:ascii="Corbel" w:hAnsi="Corbel"/>
          <w:b w:val="0"/>
          <w:iCs/>
          <w:smallCaps w:val="0"/>
          <w:szCs w:val="24"/>
        </w:rPr>
        <w:t>rozwiązywanie zadań</w:t>
      </w:r>
      <w:r w:rsidRPr="00B95D23" w:rsidR="0071620A">
        <w:rPr>
          <w:rFonts w:ascii="Corbel" w:hAnsi="Corbel"/>
          <w:b w:val="0"/>
          <w:iCs/>
          <w:smallCaps w:val="0"/>
          <w:szCs w:val="24"/>
        </w:rPr>
        <w:t>,</w:t>
      </w:r>
      <w:r w:rsidRPr="00B95D23" w:rsidR="0085747A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Pr="00B95D23" w:rsidR="0071620A">
        <w:rPr>
          <w:rFonts w:ascii="Corbel" w:hAnsi="Corbel"/>
          <w:b w:val="0"/>
          <w:iCs/>
          <w:smallCaps w:val="0"/>
          <w:szCs w:val="24"/>
        </w:rPr>
        <w:t>),</w:t>
      </w:r>
      <w:r w:rsidRPr="00B95D23" w:rsidR="001718A7">
        <w:rPr>
          <w:rFonts w:ascii="Corbel" w:hAnsi="Corbel"/>
          <w:b w:val="0"/>
          <w:iCs/>
          <w:smallCaps w:val="0"/>
          <w:szCs w:val="24"/>
        </w:rPr>
        <w:t xml:space="preserve"> </w:t>
      </w:r>
      <w:r w:rsidRPr="00B95D23" w:rsidR="0085747A">
        <w:rPr>
          <w:rFonts w:ascii="Corbel" w:hAnsi="Corbel"/>
          <w:b w:val="0"/>
          <w:iCs/>
          <w:smallCaps w:val="0"/>
          <w:szCs w:val="24"/>
        </w:rPr>
        <w:t>metody kształceni</w:t>
      </w:r>
      <w:r w:rsidRPr="00B95D23" w:rsid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:rsidR="00E960BB" w:rsidP="009C54AE" w:rsidRDefault="00E960BB" w14:paraId="697053F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552F1A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A0D0D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1CCAB9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3DEA4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22D31092" w14:textId="77777777">
        <w:tc>
          <w:tcPr>
            <w:tcW w:w="1985" w:type="dxa"/>
            <w:vAlign w:val="center"/>
          </w:tcPr>
          <w:p w:rsidRPr="009C54AE" w:rsidR="0085747A" w:rsidP="009C54AE" w:rsidRDefault="0071620A" w14:paraId="7F469B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52C454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0DD03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9D693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7F1D0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5D5B998D" w14:textId="77777777">
        <w:tc>
          <w:tcPr>
            <w:tcW w:w="1985" w:type="dxa"/>
          </w:tcPr>
          <w:p w:rsidRPr="009C54AE" w:rsidR="0085747A" w:rsidP="009C54AE" w:rsidRDefault="0085747A" w14:paraId="162F7E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9C54AE" w:rsidRDefault="00942E17" w14:paraId="3723C0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:rsidRPr="009C54AE" w:rsidR="0085747A" w:rsidP="00B95D23" w:rsidRDefault="002D63A6" w14:paraId="718D86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2D63A6" w:rsidTr="00C05F44" w14:paraId="6765ED2A" w14:textId="77777777">
        <w:tc>
          <w:tcPr>
            <w:tcW w:w="1985" w:type="dxa"/>
          </w:tcPr>
          <w:p w:rsidRPr="009C54AE" w:rsidR="002D63A6" w:rsidP="009C54AE" w:rsidRDefault="002D63A6" w14:paraId="1E1E9C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2D63A6" w:rsidP="00942E17" w:rsidRDefault="00942E17" w14:paraId="1760F2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2D63A6" w:rsidP="00B95D23" w:rsidRDefault="002D63A6" w14:paraId="7D3B4F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85747A" w:rsidTr="00C05F44" w14:paraId="6EF1B61B" w14:textId="77777777">
        <w:tc>
          <w:tcPr>
            <w:tcW w:w="1985" w:type="dxa"/>
          </w:tcPr>
          <w:p w:rsidRPr="009C54AE" w:rsidR="0085747A" w:rsidP="009C54AE" w:rsidRDefault="0085747A" w14:paraId="4C4854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85747A" w:rsidP="00942E17" w:rsidRDefault="00942E17" w14:paraId="0DD5F0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85747A" w:rsidP="00B95D23" w:rsidRDefault="002D63A6" w14:paraId="637733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2D63A6" w:rsidTr="00C05F44" w14:paraId="2CED5796" w14:textId="77777777">
        <w:tc>
          <w:tcPr>
            <w:tcW w:w="1985" w:type="dxa"/>
          </w:tcPr>
          <w:p w:rsidRPr="009C54AE" w:rsidR="002D63A6" w:rsidP="009C54AE" w:rsidRDefault="002D63A6" w14:paraId="49E415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2D63A6" w:rsidP="00942E17" w:rsidRDefault="00942E17" w14:paraId="4E132A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2D63A6" w:rsidP="00B95D23" w:rsidRDefault="002D63A6" w14:paraId="505376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2D63A6" w:rsidTr="00C05F44" w14:paraId="5D4CDE07" w14:textId="77777777">
        <w:tc>
          <w:tcPr>
            <w:tcW w:w="1985" w:type="dxa"/>
          </w:tcPr>
          <w:p w:rsidRPr="009C54AE" w:rsidR="002D63A6" w:rsidP="009C54AE" w:rsidRDefault="002D63A6" w14:paraId="2845EE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2D63A6" w:rsidP="00942E17" w:rsidRDefault="00942E17" w14:paraId="1DDBC2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2D63A6" w:rsidP="00B95D23" w:rsidRDefault="002D63A6" w14:paraId="12D3AA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68EEA5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63E12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366135D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678E3C65" w14:paraId="3785211B" w14:textId="77777777">
        <w:tc>
          <w:tcPr>
            <w:tcW w:w="9670" w:type="dxa"/>
          </w:tcPr>
          <w:p w:rsidRPr="009C54AE" w:rsidR="0085747A" w:rsidP="678E3C65" w:rsidRDefault="3A52D79A" w14:paraId="1696C649" w14:textId="5C94B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Pr="678E3C65" w:rsidR="6455C48B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:rsidRPr="009C54AE" w:rsidR="0085747A" w:rsidP="678E3C65" w:rsidRDefault="69829380" w14:paraId="2748F3BB" w14:textId="5761A7F8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</w:rPr>
            </w:pPr>
            <w:r w:rsidRPr="678E3C65">
              <w:rPr>
                <w:rFonts w:ascii="Corbel" w:hAnsi="Corbel" w:eastAsia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:rsidRPr="009C54AE" w:rsidR="0085747A" w:rsidP="678E3C65" w:rsidRDefault="69829380" w14:paraId="33E0D9CE" w14:textId="5A6D5588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</w:rPr>
            </w:pPr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hAnsi="Corbel" w:eastAsia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        - od 91% - do 100%,</w:t>
            </w:r>
          </w:p>
          <w:p w:rsidRPr="009C54AE" w:rsidR="0085747A" w:rsidP="678E3C65" w:rsidRDefault="69829380" w14:paraId="67A5147B" w14:textId="1C18C926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</w:rPr>
            </w:pPr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hAnsi="Corbel" w:eastAsia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 plus - od 81% - do 90%,</w:t>
            </w:r>
          </w:p>
          <w:p w:rsidRPr="009C54AE" w:rsidR="0085747A" w:rsidP="678E3C65" w:rsidRDefault="69829380" w14:paraId="6F22B190" w14:textId="4C0A4CD2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</w:rPr>
            </w:pPr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hAnsi="Corbel" w:eastAsia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           - od 71% - do 80%,</w:t>
            </w:r>
          </w:p>
          <w:p w:rsidRPr="009C54AE" w:rsidR="0085747A" w:rsidP="678E3C65" w:rsidRDefault="69829380" w14:paraId="7D7D5861" w14:textId="1E1979CE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</w:rPr>
            </w:pPr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hAnsi="Corbel" w:eastAsia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 plus - od 61% - do 70%,</w:t>
            </w:r>
          </w:p>
          <w:p w:rsidRPr="009C54AE" w:rsidR="0085747A" w:rsidP="678E3C65" w:rsidRDefault="69829380" w14:paraId="4A5B9C39" w14:textId="6F8A4D75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</w:rPr>
            </w:pPr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hAnsi="Corbel" w:eastAsia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hAnsi="Corbel" w:eastAsia="Corbel" w:cs="Corbel"/>
                <w:color w:val="000000" w:themeColor="text1"/>
              </w:rPr>
              <w:t xml:space="preserve">          - od 51% - do 60%.</w:t>
            </w:r>
          </w:p>
        </w:tc>
      </w:tr>
    </w:tbl>
    <w:p w:rsidRPr="009C54AE" w:rsidR="0085747A" w:rsidP="009C54AE" w:rsidRDefault="0085747A" w14:paraId="0953DF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1C350A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6CF92B2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D3291D1" w14:textId="77777777">
        <w:tc>
          <w:tcPr>
            <w:tcW w:w="4962" w:type="dxa"/>
            <w:vAlign w:val="center"/>
          </w:tcPr>
          <w:p w:rsidRPr="009C54AE" w:rsidR="0085747A" w:rsidP="009C54AE" w:rsidRDefault="00C61DC5" w14:paraId="2DF9119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725B8E2" w14:textId="744EF3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AB52860" w14:textId="77777777">
        <w:tc>
          <w:tcPr>
            <w:tcW w:w="4962" w:type="dxa"/>
          </w:tcPr>
          <w:p w:rsidRPr="009C54AE" w:rsidR="0085747A" w:rsidP="009C54AE" w:rsidRDefault="00C61DC5" w14:paraId="6810BE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B95D23" w:rsidRDefault="006144E1" w14:paraId="657BD55C" w14:textId="64DE0A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6F8C1E1F" w14:textId="77777777">
        <w:tc>
          <w:tcPr>
            <w:tcW w:w="4962" w:type="dxa"/>
          </w:tcPr>
          <w:p w:rsidRPr="009C54AE" w:rsidR="00C61DC5" w:rsidP="009C54AE" w:rsidRDefault="00C61DC5" w14:paraId="72DAD1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FAABBC7" w14:textId="55263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B95D23" w:rsidRDefault="00942E17" w14:paraId="63F2AA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635E31DB" w14:textId="77777777">
        <w:tc>
          <w:tcPr>
            <w:tcW w:w="4962" w:type="dxa"/>
          </w:tcPr>
          <w:p w:rsidRPr="009C54AE" w:rsidR="00C61DC5" w:rsidP="00682849" w:rsidRDefault="00C61DC5" w14:paraId="7623FD83" w14:textId="6F9FE2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B95D23" w:rsidRDefault="006144E1" w14:paraId="5DC18027" w14:textId="1B605D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2723253C" w14:textId="77777777">
        <w:tc>
          <w:tcPr>
            <w:tcW w:w="4962" w:type="dxa"/>
          </w:tcPr>
          <w:p w:rsidRPr="009C54AE" w:rsidR="0085747A" w:rsidP="009C54AE" w:rsidRDefault="0085747A" w14:paraId="2FAB88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B95D23" w:rsidRDefault="00942E17" w14:paraId="62A676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5880A23" w14:textId="77777777">
        <w:tc>
          <w:tcPr>
            <w:tcW w:w="4962" w:type="dxa"/>
          </w:tcPr>
          <w:p w:rsidRPr="009C54AE" w:rsidR="0085747A" w:rsidP="009C54AE" w:rsidRDefault="0085747A" w14:paraId="0A5841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9C54AE" w:rsidR="0085747A" w:rsidP="00B95D23" w:rsidRDefault="00942E17" w14:paraId="76D933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EF98BC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5674FB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0F2C0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BD351D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B95D23" w14:paraId="5AFB3FBB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4F7C8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B95D23" w:rsidRDefault="00B95D23" w14:paraId="40CEDCD9" w14:textId="5786B7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B95D23" w14:paraId="29AA536F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3C8CD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B95D23" w:rsidRDefault="00B95D23" w14:paraId="796EC5E1" w14:textId="66390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64F853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3B587A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562236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678E3C65" w14:paraId="6A94B96F" w14:textId="77777777">
        <w:trPr>
          <w:trHeight w:val="397"/>
        </w:trPr>
        <w:tc>
          <w:tcPr>
            <w:tcW w:w="5000" w:type="pct"/>
          </w:tcPr>
          <w:p w:rsidRPr="00E821C5" w:rsidR="0085747A" w:rsidP="009C54AE" w:rsidRDefault="0085747A" w14:paraId="7994EA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E821C5" w:rsidR="00E821C5" w:rsidP="00B95D23" w:rsidRDefault="0097324A" w14:paraId="60EDE663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A., </w:t>
            </w:r>
            <w:r w:rsidRPr="00E821C5" w:rsidR="00E821C5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Pr="00E821C5" w:rsidR="00E821C5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Warszawa </w:t>
            </w:r>
            <w:r w:rsidRPr="00E821C5" w:rsidR="00E821C5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2018.</w:t>
            </w:r>
          </w:p>
          <w:p w:rsidRPr="00E821C5" w:rsidR="00DA3FAB" w:rsidP="00B95D23" w:rsidRDefault="0097324A" w14:paraId="21AC5063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W.(red.), </w:t>
            </w:r>
            <w:r w:rsidRPr="00E821C5" w:rsidR="0072292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,</w:t>
            </w:r>
            <w:r w:rsidRPr="00E821C5" w:rsidR="0072292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Warszawa </w:t>
            </w:r>
            <w:r w:rsidRPr="00E821C5" w:rsidR="0072292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2012.</w:t>
            </w:r>
          </w:p>
        </w:tc>
      </w:tr>
      <w:tr w:rsidRPr="009C54AE" w:rsidR="0085747A" w:rsidTr="678E3C65" w14:paraId="7A494582" w14:textId="77777777">
        <w:trPr>
          <w:trHeight w:val="397"/>
        </w:trPr>
        <w:tc>
          <w:tcPr>
            <w:tcW w:w="5000" w:type="pct"/>
          </w:tcPr>
          <w:p w:rsidRPr="00E821C5" w:rsidR="0085747A" w:rsidP="678E3C65" w:rsidRDefault="0085747A" w14:paraId="669ABE8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hAnsi="Corbel" w:eastAsia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271D7" w:rsidR="00E821C5" w:rsidP="678E3C65" w:rsidRDefault="2545F26C" w14:paraId="598B12E9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Tobolska  A., </w:t>
            </w:r>
            <w:r w:rsidRPr="678E3C65" w:rsidR="6455C48B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, </w:t>
            </w:r>
            <w:r w:rsidRPr="678E3C65" w:rsidR="6455C48B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Poznań </w:t>
            </w:r>
            <w:r w:rsidRPr="678E3C65" w:rsidR="6455C48B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2017.</w:t>
            </w:r>
          </w:p>
          <w:p w:rsidRPr="00E821C5" w:rsidR="00FB7FE8" w:rsidP="678E3C65" w:rsidRDefault="2545F26C" w14:paraId="42350C86" w14:textId="50B07AF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Czubała A., </w:t>
            </w:r>
            <w:r w:rsidRPr="678E3C65" w:rsidR="32145720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,</w:t>
            </w:r>
            <w:r w:rsidRPr="678E3C65" w:rsidR="32145720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B</w:t>
            </w:r>
            <w:r w:rsidRPr="678E3C65" w:rsidR="32145720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Warszawa </w:t>
            </w:r>
            <w:r w:rsidRPr="678E3C65" w:rsidR="32145720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2012.</w:t>
            </w:r>
          </w:p>
          <w:p w:rsidRPr="00E821C5" w:rsidR="00FB7FE8" w:rsidP="678E3C65" w:rsidRDefault="4D093997" w14:paraId="47614963" w14:textId="72A7E04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nr 45(1/2016). </w:t>
            </w:r>
            <w:r w:rsidRPr="678E3C65">
              <w:rPr>
                <w:rFonts w:ascii="Corbel" w:hAnsi="Corbel" w:eastAsia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:rsidRPr="009C54AE" w:rsidR="0085747A" w:rsidP="009C54AE" w:rsidRDefault="0085747A" w14:paraId="67FC97A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053564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822F0B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2A6" w:rsidP="00C16ABF" w:rsidRDefault="007022A6" w14:paraId="4216EE00" w14:textId="77777777">
      <w:pPr>
        <w:spacing w:after="0" w:line="240" w:lineRule="auto"/>
      </w:pPr>
      <w:r>
        <w:separator/>
      </w:r>
    </w:p>
  </w:endnote>
  <w:endnote w:type="continuationSeparator" w:id="0">
    <w:p w:rsidR="007022A6" w:rsidP="00C16ABF" w:rsidRDefault="007022A6" w14:paraId="3B76F4C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2A6" w:rsidP="00C16ABF" w:rsidRDefault="007022A6" w14:paraId="658BF467" w14:textId="77777777">
      <w:pPr>
        <w:spacing w:after="0" w:line="240" w:lineRule="auto"/>
      </w:pPr>
      <w:r>
        <w:separator/>
      </w:r>
    </w:p>
  </w:footnote>
  <w:footnote w:type="continuationSeparator" w:id="0">
    <w:p w:rsidR="007022A6" w:rsidP="00C16ABF" w:rsidRDefault="007022A6" w14:paraId="468C515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EFF248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166"/>
    <w:rsid w:val="005B2AA8"/>
    <w:rsid w:val="005C080F"/>
    <w:rsid w:val="005C55E5"/>
    <w:rsid w:val="005C696A"/>
    <w:rsid w:val="005E6E85"/>
    <w:rsid w:val="005F31D2"/>
    <w:rsid w:val="0061029B"/>
    <w:rsid w:val="006144E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22A6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308D"/>
    <w:rsid w:val="00984B23"/>
    <w:rsid w:val="00991867"/>
    <w:rsid w:val="00997F14"/>
    <w:rsid w:val="009A78D9"/>
    <w:rsid w:val="009C3E31"/>
    <w:rsid w:val="009C54AE"/>
    <w:rsid w:val="009C788E"/>
    <w:rsid w:val="009D196F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1026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2F5442BD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B621C2"/>
    <w:rPr>
      <w:rFonts w:asciiTheme="majorHAnsi" w:hAnsiTheme="majorHAnsi" w:eastAsiaTheme="majorEastAsia" w:cstheme="majorBidi"/>
      <w:b/>
      <w:bCs/>
      <w:color w:val="4F81BD" w:themeColor="accent1"/>
      <w:sz w:val="22"/>
      <w:szCs w:val="22"/>
      <w:lang w:eastAsia="en-US"/>
    </w:rPr>
  </w:style>
  <w:style w:type="paragraph" w:styleId="paragraph" w:customStyle="1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682849"/>
  </w:style>
  <w:style w:type="character" w:styleId="spellingerror" w:customStyle="1">
    <w:name w:val="spellingerror"/>
    <w:basedOn w:val="Domylnaczcionkaakapitu"/>
    <w:rsid w:val="00682849"/>
  </w:style>
  <w:style w:type="character" w:styleId="eop" w:customStyle="1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3A7EC5-AC4A-4DC6-B5C3-4C715C9DD778}"/>
</file>

<file path=customXml/itemProps4.xml><?xml version="1.0" encoding="utf-8"?>
<ds:datastoreItem xmlns:ds="http://schemas.openxmlformats.org/officeDocument/2006/customXml" ds:itemID="{63208DB6-E89E-4EF5-A879-DCECF83F07F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20</cp:revision>
  <cp:lastPrinted>2019-02-06T12:12:00Z</cp:lastPrinted>
  <dcterms:created xsi:type="dcterms:W3CDTF">2020-10-24T12:08:00Z</dcterms:created>
  <dcterms:modified xsi:type="dcterms:W3CDTF">2022-06-03T16:23:29Z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